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DFA6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BDAD1C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9A6E1CA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6C58D3">
        <w:t>.</w:t>
      </w:r>
      <w:r w:rsidR="0078187A">
        <w:t xml:space="preserve">  En een opstaande rand die na montage zichtbaar blijft</w:t>
      </w:r>
    </w:p>
    <w:p w14:paraId="5230DB52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375AC9EE" w14:textId="77777777" w:rsidR="00482352" w:rsidRDefault="00482352" w:rsidP="009A54BB">
      <w:r>
        <w:t xml:space="preserve">De onderzijde van de wastafel is geglazuurd </w:t>
      </w:r>
    </w:p>
    <w:p w14:paraId="310193F1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4954E48" w14:textId="77777777" w:rsidR="009A54BB" w:rsidRPr="009A54BB" w:rsidRDefault="009A54BB" w:rsidP="009A54BB"/>
    <w:p w14:paraId="0EE8EFCF" w14:textId="77777777" w:rsidR="009A54BB" w:rsidRPr="009A54BB" w:rsidRDefault="009A54BB" w:rsidP="009A54BB"/>
    <w:p w14:paraId="19448EE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62AD7F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4ABBA01" w14:textId="77777777" w:rsidR="002F1A08" w:rsidRDefault="002F1A08" w:rsidP="002F1A08">
      <w:r>
        <w:t>De materie is glasporselein met een max wateropname van 0.5%.</w:t>
      </w:r>
    </w:p>
    <w:p w14:paraId="2B0B96B3" w14:textId="77777777" w:rsidR="002F1A08" w:rsidRPr="002F1A08" w:rsidRDefault="002F1A08" w:rsidP="002F1A08">
      <w:pPr>
        <w:ind w:left="567"/>
        <w:rPr>
          <w:u w:val="single"/>
        </w:rPr>
      </w:pPr>
    </w:p>
    <w:p w14:paraId="76A11EC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E278D25" w14:textId="77777777" w:rsidR="00DD0E11" w:rsidRDefault="00DD0E11" w:rsidP="00DD0E11">
      <w:r>
        <w:t>Geëmailleerd</w:t>
      </w:r>
    </w:p>
    <w:p w14:paraId="6E5E82DB" w14:textId="77777777" w:rsidR="00DD0E11" w:rsidRDefault="00DD0E11" w:rsidP="00DD0E11">
      <w:r>
        <w:t xml:space="preserve">Mechanische belasting van 150kg gedurende 1 uur </w:t>
      </w:r>
    </w:p>
    <w:p w14:paraId="3ACEF129" w14:textId="77777777" w:rsidR="00EC40BB" w:rsidRDefault="00EC40BB" w:rsidP="00DD0E11">
      <w:r>
        <w:t>EN14688</w:t>
      </w:r>
    </w:p>
    <w:p w14:paraId="3006976C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07EBE8CC" w14:textId="77777777" w:rsidR="005F4D52" w:rsidRDefault="005F4D52" w:rsidP="00DD0E11">
      <w:r>
        <w:t>Breedte:</w:t>
      </w:r>
      <w:r>
        <w:tab/>
      </w:r>
      <w:r w:rsidR="0056122C">
        <w:t>4</w:t>
      </w:r>
      <w:r w:rsidR="006C58D3">
        <w:t>6</w:t>
      </w:r>
      <w:r>
        <w:t>cm</w:t>
      </w:r>
    </w:p>
    <w:p w14:paraId="004E966E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61EDB5E7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776844BE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62235D7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786D06" w14:textId="77777777" w:rsidR="009A54BB" w:rsidRDefault="006F0C3B" w:rsidP="009A54BB">
      <w:r>
        <w:t xml:space="preserve">Via uitsparing in tablet lang boven.  </w:t>
      </w:r>
    </w:p>
    <w:p w14:paraId="3BFB32A8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2ED328B4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CD5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22078E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CA41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44D3A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1CB7AA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62D2D44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E2E3FF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F583A9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CCD9F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BD1F5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0B0E3E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240C2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AF22774" w14:textId="77777777" w:rsidR="00C454A1" w:rsidRPr="00C454A1" w:rsidRDefault="00C454A1" w:rsidP="00C454A1"/>
    <w:p w14:paraId="16E06256" w14:textId="77777777" w:rsidR="00586B18" w:rsidRPr="00586B18" w:rsidRDefault="00586B18" w:rsidP="00586B18"/>
    <w:p w14:paraId="392944E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F4411B9" w14:textId="77777777" w:rsidR="008A5169" w:rsidRDefault="006C58D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E93D9D" wp14:editId="52B3A4A7">
            <wp:extent cx="5536526" cy="3005593"/>
            <wp:effectExtent l="0" t="0" r="762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5324" cy="301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9471" w14:textId="77777777" w:rsidR="00AD3616" w:rsidRDefault="00AD3616">
      <w:r>
        <w:separator/>
      </w:r>
    </w:p>
  </w:endnote>
  <w:endnote w:type="continuationSeparator" w:id="0">
    <w:p w14:paraId="175713A5" w14:textId="77777777" w:rsidR="00AD3616" w:rsidRDefault="00AD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7CF2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8498801" w14:textId="77777777">
      <w:tc>
        <w:tcPr>
          <w:tcW w:w="3392" w:type="dxa"/>
        </w:tcPr>
        <w:p w14:paraId="1F2F8EF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E8C30C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3394CF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7F348A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1ECE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82E6" w14:textId="77777777" w:rsidR="00AD3616" w:rsidRDefault="00AD3616">
      <w:r>
        <w:separator/>
      </w:r>
    </w:p>
  </w:footnote>
  <w:footnote w:type="continuationSeparator" w:id="0">
    <w:p w14:paraId="446962C1" w14:textId="77777777" w:rsidR="00AD3616" w:rsidRDefault="00AD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335E3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22CF" w14:textId="1E343C38" w:rsidR="009A6088" w:rsidRDefault="009A608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F6FB32" wp14:editId="220F989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930D5" w14:textId="642BBAF5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1B33E0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9DBB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4172541">
    <w:abstractNumId w:val="18"/>
  </w:num>
  <w:num w:numId="2" w16cid:durableId="1761563576">
    <w:abstractNumId w:val="24"/>
  </w:num>
  <w:num w:numId="3" w16cid:durableId="9138127">
    <w:abstractNumId w:val="4"/>
  </w:num>
  <w:num w:numId="4" w16cid:durableId="2083335075">
    <w:abstractNumId w:val="3"/>
  </w:num>
  <w:num w:numId="5" w16cid:durableId="786630755">
    <w:abstractNumId w:val="14"/>
  </w:num>
  <w:num w:numId="6" w16cid:durableId="186792326">
    <w:abstractNumId w:val="16"/>
  </w:num>
  <w:num w:numId="7" w16cid:durableId="502282307">
    <w:abstractNumId w:val="6"/>
  </w:num>
  <w:num w:numId="8" w16cid:durableId="186986511">
    <w:abstractNumId w:val="21"/>
  </w:num>
  <w:num w:numId="9" w16cid:durableId="1345010146">
    <w:abstractNumId w:val="27"/>
  </w:num>
  <w:num w:numId="10" w16cid:durableId="1248659301">
    <w:abstractNumId w:val="2"/>
  </w:num>
  <w:num w:numId="11" w16cid:durableId="173766861">
    <w:abstractNumId w:val="13"/>
  </w:num>
  <w:num w:numId="12" w16cid:durableId="1557358214">
    <w:abstractNumId w:val="12"/>
  </w:num>
  <w:num w:numId="13" w16cid:durableId="895430489">
    <w:abstractNumId w:val="26"/>
  </w:num>
  <w:num w:numId="14" w16cid:durableId="959726643">
    <w:abstractNumId w:val="8"/>
  </w:num>
  <w:num w:numId="15" w16cid:durableId="1705397149">
    <w:abstractNumId w:val="0"/>
  </w:num>
  <w:num w:numId="16" w16cid:durableId="1152212512">
    <w:abstractNumId w:val="11"/>
  </w:num>
  <w:num w:numId="17" w16cid:durableId="1823690806">
    <w:abstractNumId w:val="5"/>
  </w:num>
  <w:num w:numId="18" w16cid:durableId="1913928059">
    <w:abstractNumId w:val="22"/>
  </w:num>
  <w:num w:numId="19" w16cid:durableId="1898854364">
    <w:abstractNumId w:val="23"/>
  </w:num>
  <w:num w:numId="20" w16cid:durableId="1914706060">
    <w:abstractNumId w:val="20"/>
  </w:num>
  <w:num w:numId="21" w16cid:durableId="175580511">
    <w:abstractNumId w:val="19"/>
  </w:num>
  <w:num w:numId="22" w16cid:durableId="1152254587">
    <w:abstractNumId w:val="15"/>
  </w:num>
  <w:num w:numId="23" w16cid:durableId="1864052100">
    <w:abstractNumId w:val="25"/>
  </w:num>
  <w:num w:numId="24" w16cid:durableId="1281761751">
    <w:abstractNumId w:val="9"/>
  </w:num>
  <w:num w:numId="25" w16cid:durableId="116267548">
    <w:abstractNumId w:val="10"/>
  </w:num>
  <w:num w:numId="26" w16cid:durableId="510919982">
    <w:abstractNumId w:val="1"/>
  </w:num>
  <w:num w:numId="27" w16cid:durableId="1114985439">
    <w:abstractNumId w:val="17"/>
  </w:num>
  <w:num w:numId="28" w16cid:durableId="35901289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7632D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0D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6088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616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1C0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9BF14-E930-489F-AABB-A854C4473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270A0-C294-4A4D-9C2D-3581F7C3A6D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A830CBA8-D814-4F9F-B5C1-90B572F41DC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